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AD7" w:rsidRDefault="009B6AD7" w:rsidP="009B6AD7">
      <w:pPr>
        <w:pStyle w:val="Heading1"/>
        <w:jc w:val="center"/>
      </w:pPr>
      <w:r>
        <w:t>CONTRACT DE DONATIE BUN MOBIL</w:t>
      </w:r>
    </w:p>
    <w:p w:rsidR="009B6AD7" w:rsidRDefault="009B6AD7" w:rsidP="009B6AD7"/>
    <w:p w:rsidR="009B6AD7" w:rsidRDefault="009B6AD7" w:rsidP="009B6AD7">
      <w:pPr>
        <w:pStyle w:val="Heading2"/>
      </w:pPr>
      <w:r>
        <w:t>I. PARTILE</w:t>
      </w:r>
    </w:p>
    <w:p w:rsidR="009B6AD7" w:rsidRDefault="009B6AD7" w:rsidP="009B6AD7"/>
    <w:p w:rsidR="009B6AD7" w:rsidRDefault="009B6AD7" w:rsidP="009B6AD7">
      <w:pPr>
        <w:pStyle w:val="Heading3"/>
      </w:pPr>
      <w:r>
        <w:t>Art.1</w:t>
      </w:r>
    </w:p>
    <w:p w:rsidR="009B6AD7" w:rsidRDefault="009B6AD7" w:rsidP="009B6AD7"/>
    <w:p w:rsidR="009B6AD7" w:rsidRDefault="009B6AD7" w:rsidP="009B6AD7">
      <w:pPr>
        <w:spacing w:line="360" w:lineRule="auto"/>
      </w:pPr>
      <w:r w:rsidRPr="009B6AD7">
        <w:rPr>
          <w:b/>
        </w:rPr>
        <w:t>Subsemnatul(a)</w:t>
      </w:r>
      <w:r>
        <w:t xml:space="preserve">_________________, domiciliat in_______________, str_____________________. nr__, bl____, ap__., jud__________, posesor al B.I. cu seria____, nr____________, eliberat de Politia ___________, la data de ___/___/______, in calitate de </w:t>
      </w:r>
      <w:r w:rsidRPr="009B6AD7">
        <w:rPr>
          <w:b/>
        </w:rPr>
        <w:t>DONATOR</w:t>
      </w:r>
      <w:r>
        <w:t>.</w:t>
      </w:r>
    </w:p>
    <w:p w:rsidR="009B6AD7" w:rsidRDefault="009B6AD7" w:rsidP="009B6AD7">
      <w:r>
        <w:t>si</w:t>
      </w:r>
    </w:p>
    <w:p w:rsidR="009B6AD7" w:rsidRDefault="009B6AD7" w:rsidP="009B6AD7">
      <w:pPr>
        <w:spacing w:line="360" w:lineRule="auto"/>
      </w:pPr>
      <w:r w:rsidRPr="009B6AD7">
        <w:rPr>
          <w:b/>
        </w:rPr>
        <w:t>Subsemnatul(a)</w:t>
      </w:r>
      <w:r>
        <w:t xml:space="preserve">_________________, domiciliat in_______________, str_____________________. nr__, bl____, ap__., jud__________, posesor al B.I. cu seria____, nr____________, eliberat de Politia ___________, la data de ___/___/______ , in calitate de </w:t>
      </w:r>
      <w:r w:rsidRPr="009B6AD7">
        <w:rPr>
          <w:b/>
        </w:rPr>
        <w:t>DONATAR</w:t>
      </w:r>
      <w:r w:rsidRPr="009B6AD7">
        <w:t>.</w:t>
      </w:r>
    </w:p>
    <w:p w:rsidR="009B6AD7" w:rsidRDefault="009B6AD7" w:rsidP="009B6AD7"/>
    <w:p w:rsidR="009B6AD7" w:rsidRDefault="009B6AD7" w:rsidP="009B6AD7">
      <w:pPr>
        <w:pStyle w:val="Heading2"/>
      </w:pPr>
      <w:r>
        <w:t>II. OBIECTUL CONTRACTULUI</w:t>
      </w:r>
    </w:p>
    <w:p w:rsidR="009B6AD7" w:rsidRDefault="009B6AD7" w:rsidP="009B6AD7"/>
    <w:p w:rsidR="009B6AD7" w:rsidRDefault="009B6AD7" w:rsidP="009B6AD7">
      <w:pPr>
        <w:pStyle w:val="Heading3"/>
      </w:pPr>
      <w:r>
        <w:t>Art.2</w:t>
      </w:r>
    </w:p>
    <w:p w:rsidR="009B6AD7" w:rsidRDefault="009B6AD7" w:rsidP="009B6AD7"/>
    <w:p w:rsidR="009B6AD7" w:rsidRDefault="009B6AD7" w:rsidP="009B6AD7">
      <w:pPr>
        <w:spacing w:line="360" w:lineRule="auto"/>
      </w:pPr>
      <w:r>
        <w:t>Transmiterea de catre donator, cu titlu gratuit, a dreptului de proprietate asupra bunului __________________________________________________________________ (se descrie bunul)</w:t>
      </w:r>
    </w:p>
    <w:p w:rsidR="009B6AD7" w:rsidRDefault="009B6AD7" w:rsidP="009B6AD7"/>
    <w:p w:rsidR="009B6AD7" w:rsidRDefault="009B6AD7" w:rsidP="009B6AD7">
      <w:pPr>
        <w:pStyle w:val="Heading3"/>
      </w:pPr>
      <w:r>
        <w:t>Art.3</w:t>
      </w:r>
    </w:p>
    <w:p w:rsidR="009B6AD7" w:rsidRDefault="009B6AD7" w:rsidP="009B6AD7"/>
    <w:p w:rsidR="009B6AD7" w:rsidRDefault="009B6AD7" w:rsidP="009B6AD7">
      <w:r>
        <w:t>Donatorul va preda bunul prevazut in contract in termen de ______ zile de la data autentificarii prezentului contract.</w:t>
      </w:r>
    </w:p>
    <w:p w:rsidR="009B6AD7" w:rsidRDefault="009B6AD7">
      <w:r>
        <w:br w:type="page"/>
      </w:r>
    </w:p>
    <w:p w:rsidR="009B6AD7" w:rsidRDefault="009B6AD7" w:rsidP="009B6AD7"/>
    <w:p w:rsidR="009B6AD7" w:rsidRDefault="009B6AD7" w:rsidP="009B6AD7">
      <w:pPr>
        <w:pStyle w:val="Heading2"/>
      </w:pPr>
      <w:r>
        <w:t>III. OBLIGATII</w:t>
      </w:r>
    </w:p>
    <w:p w:rsidR="009B6AD7" w:rsidRDefault="009B6AD7" w:rsidP="009B6AD7"/>
    <w:p w:rsidR="009B6AD7" w:rsidRDefault="009B6AD7" w:rsidP="009B6AD7">
      <w:pPr>
        <w:pStyle w:val="Heading3"/>
      </w:pPr>
      <w:r>
        <w:t>Art.4</w:t>
      </w:r>
    </w:p>
    <w:p w:rsidR="009B6AD7" w:rsidRDefault="009B6AD7" w:rsidP="009B6AD7"/>
    <w:p w:rsidR="009B6AD7" w:rsidRDefault="009B6AD7" w:rsidP="009B6AD7">
      <w:pPr>
        <w:pStyle w:val="Heading4"/>
      </w:pPr>
      <w:r>
        <w:t>Obligatiile donatorului:</w:t>
      </w:r>
    </w:p>
    <w:p w:rsidR="009B6AD7" w:rsidRDefault="009B6AD7" w:rsidP="009B6AD7"/>
    <w:p w:rsidR="009B6AD7" w:rsidRDefault="009B6AD7" w:rsidP="009B6AD7">
      <w:pPr>
        <w:pStyle w:val="ListParagraph"/>
        <w:numPr>
          <w:ilvl w:val="0"/>
          <w:numId w:val="3"/>
        </w:numPr>
      </w:pPr>
      <w:r>
        <w:t>sa predea donatarului bunul mobil la data prevazuta in contract.</w:t>
      </w:r>
    </w:p>
    <w:p w:rsidR="009B6AD7" w:rsidRDefault="009B6AD7" w:rsidP="009B6AD7">
      <w:pPr>
        <w:pStyle w:val="ListParagraph"/>
        <w:numPr>
          <w:ilvl w:val="0"/>
          <w:numId w:val="3"/>
        </w:numPr>
      </w:pPr>
      <w:r>
        <w:t>sa garanteze pentru viciile ascunse ale bunului donat.</w:t>
      </w:r>
    </w:p>
    <w:p w:rsidR="009B6AD7" w:rsidRDefault="009B6AD7" w:rsidP="009B6AD7">
      <w:pPr>
        <w:pStyle w:val="ListParagraph"/>
        <w:numPr>
          <w:ilvl w:val="0"/>
          <w:numId w:val="3"/>
        </w:numPr>
      </w:pPr>
      <w:r>
        <w:t>sa garanteze pentru evictiune, indiferent daca evictiunea provine din fapta unui tert.</w:t>
      </w:r>
    </w:p>
    <w:p w:rsidR="009B6AD7" w:rsidRDefault="009B6AD7" w:rsidP="009B6AD7"/>
    <w:p w:rsidR="009B6AD7" w:rsidRDefault="009B6AD7" w:rsidP="009B6AD7">
      <w:pPr>
        <w:pStyle w:val="Heading2"/>
      </w:pPr>
      <w:r>
        <w:t>IV. RASPUNDEREA CONTRACTUALA</w:t>
      </w:r>
    </w:p>
    <w:p w:rsidR="009B6AD7" w:rsidRDefault="009B6AD7" w:rsidP="009B6AD7"/>
    <w:p w:rsidR="009B6AD7" w:rsidRDefault="009B6AD7" w:rsidP="009B6AD7">
      <w:pPr>
        <w:pStyle w:val="Heading3"/>
      </w:pPr>
      <w:r>
        <w:t>Art.5</w:t>
      </w:r>
    </w:p>
    <w:p w:rsidR="009B6AD7" w:rsidRDefault="009B6AD7" w:rsidP="009B6AD7"/>
    <w:p w:rsidR="009B6AD7" w:rsidRDefault="009B6AD7" w:rsidP="009B6AD7">
      <w:pPr>
        <w:spacing w:line="360" w:lineRule="auto"/>
      </w:pPr>
      <w:r>
        <w:t>In caz de evictiune sau daca bunul donat are vicii ascunse, donatorul datoreaza cu titlu de daune interese suma de ______.lei.</w:t>
      </w:r>
    </w:p>
    <w:p w:rsidR="009B6AD7" w:rsidRDefault="009B6AD7" w:rsidP="009B6AD7"/>
    <w:p w:rsidR="009B6AD7" w:rsidRDefault="009B6AD7" w:rsidP="009B6AD7">
      <w:pPr>
        <w:pStyle w:val="Heading2"/>
      </w:pPr>
      <w:r>
        <w:t>V. FORTA MAJORA</w:t>
      </w:r>
    </w:p>
    <w:p w:rsidR="009B6AD7" w:rsidRDefault="009B6AD7" w:rsidP="009B6AD7"/>
    <w:p w:rsidR="009B6AD7" w:rsidRDefault="009B6AD7" w:rsidP="009B6AD7">
      <w:pPr>
        <w:pStyle w:val="Heading3"/>
      </w:pPr>
      <w:r>
        <w:t>Art.6</w:t>
      </w:r>
    </w:p>
    <w:p w:rsidR="009B6AD7" w:rsidRDefault="009B6AD7" w:rsidP="009B6AD7"/>
    <w:p w:rsidR="009B6AD7" w:rsidRDefault="009B6AD7" w:rsidP="009B6AD7">
      <w:r>
        <w:t>Forta majora exonereaza partile de raspundere in cazul executarii necorespunzatoare sau cu intarziere a obligatiilor asumate prin prezentul contract.</w:t>
      </w:r>
    </w:p>
    <w:p w:rsidR="009B6AD7" w:rsidRDefault="009B6AD7" w:rsidP="009B6AD7"/>
    <w:p w:rsidR="009B6AD7" w:rsidRDefault="009B6AD7" w:rsidP="009B6AD7">
      <w:r>
        <w:t>Prin forta majora se intelege un eveniment independent de vointa partilor, imprevizibil oi insurmontabil, aparut dupa incheierea contractului si care impiedica partile sa-oi execute obligatiile asumate.</w:t>
      </w:r>
    </w:p>
    <w:p w:rsidR="009B6AD7" w:rsidRDefault="009B6AD7">
      <w:r>
        <w:br w:type="page"/>
      </w:r>
    </w:p>
    <w:p w:rsidR="009B6AD7" w:rsidRDefault="009B6AD7" w:rsidP="009B6AD7"/>
    <w:p w:rsidR="009B6AD7" w:rsidRDefault="009B6AD7" w:rsidP="009B6AD7">
      <w:pPr>
        <w:pStyle w:val="Heading2"/>
      </w:pPr>
      <w:r>
        <w:t>VI. SOLUTIONAREA LITIGIILOR</w:t>
      </w:r>
    </w:p>
    <w:p w:rsidR="009B6AD7" w:rsidRDefault="009B6AD7" w:rsidP="009B6AD7"/>
    <w:p w:rsidR="009B6AD7" w:rsidRDefault="009B6AD7" w:rsidP="009B6AD7">
      <w:pPr>
        <w:pStyle w:val="Heading3"/>
      </w:pPr>
      <w:r>
        <w:t>Art.7</w:t>
      </w:r>
    </w:p>
    <w:p w:rsidR="009B6AD7" w:rsidRDefault="009B6AD7" w:rsidP="009B6AD7"/>
    <w:p w:rsidR="009B6AD7" w:rsidRDefault="009B6AD7" w:rsidP="009B6AD7">
      <w:r>
        <w:t>Orice litigiu decurgand din sau in legatura cu acest contract, se va solutiona de catre instantele judecatoreoti competente.</w:t>
      </w:r>
    </w:p>
    <w:p w:rsidR="009B6AD7" w:rsidRDefault="009B6AD7" w:rsidP="009B6AD7"/>
    <w:p w:rsidR="009B6AD7" w:rsidRDefault="009B6AD7" w:rsidP="009B6AD7">
      <w:r>
        <w:t>Prezentul contract s-a incheiat la data de___/___/______, in ______. exemplare.</w:t>
      </w:r>
    </w:p>
    <w:p w:rsidR="009B6AD7" w:rsidRDefault="009B6AD7" w:rsidP="009B6AD7"/>
    <w:p w:rsidR="009B6AD7" w:rsidRDefault="009B6AD7" w:rsidP="009B6AD7"/>
    <w:p w:rsidR="009B6AD7" w:rsidRDefault="009B6AD7" w:rsidP="009B6AD7"/>
    <w:p w:rsidR="002448A3" w:rsidRDefault="009B6AD7" w:rsidP="009B6AD7">
      <w:pPr>
        <w:rPr>
          <w:b/>
          <w:sz w:val="32"/>
          <w:szCs w:val="32"/>
        </w:rPr>
      </w:pPr>
      <w:r w:rsidRPr="009B6AD7">
        <w:rPr>
          <w:b/>
          <w:sz w:val="32"/>
          <w:szCs w:val="32"/>
        </w:rPr>
        <w:t xml:space="preserve">DONATOR         </w:t>
      </w:r>
      <w:r>
        <w:rPr>
          <w:b/>
          <w:sz w:val="32"/>
          <w:szCs w:val="32"/>
        </w:rPr>
        <w:t xml:space="preserve">                                 </w:t>
      </w:r>
      <w:r w:rsidRPr="009B6AD7">
        <w:rPr>
          <w:b/>
          <w:sz w:val="32"/>
          <w:szCs w:val="32"/>
        </w:rPr>
        <w:t xml:space="preserve">                          DONATAR</w:t>
      </w:r>
    </w:p>
    <w:p w:rsidR="009B6AD7" w:rsidRDefault="009B6AD7" w:rsidP="009B6AD7">
      <w:pPr>
        <w:rPr>
          <w:b/>
          <w:sz w:val="32"/>
          <w:szCs w:val="32"/>
        </w:rPr>
      </w:pPr>
    </w:p>
    <w:p w:rsidR="009B6AD7" w:rsidRPr="009B6AD7" w:rsidRDefault="009B6AD7" w:rsidP="009B6AD7">
      <w:pPr>
        <w:rPr>
          <w:b/>
          <w:sz w:val="32"/>
          <w:szCs w:val="32"/>
        </w:rPr>
      </w:pPr>
      <w:r>
        <w:rPr>
          <w:b/>
          <w:sz w:val="32"/>
          <w:szCs w:val="32"/>
        </w:rPr>
        <w:t>_______________                                                  __________________</w:t>
      </w:r>
    </w:p>
    <w:sectPr w:rsidR="009B6AD7" w:rsidRPr="009B6AD7" w:rsidSect="008B41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67" w:right="1440" w:bottom="993" w:left="1440" w:header="68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5E1C" w:rsidRDefault="00375E1C" w:rsidP="00021277">
      <w:pPr>
        <w:spacing w:after="0" w:line="240" w:lineRule="auto"/>
      </w:pPr>
      <w:r>
        <w:separator/>
      </w:r>
    </w:p>
  </w:endnote>
  <w:endnote w:type="continuationSeparator" w:id="0">
    <w:p w:rsidR="00375E1C" w:rsidRDefault="00375E1C" w:rsidP="00021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7C6" w:rsidRDefault="00AF67C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277" w:rsidRDefault="00021277" w:rsidP="00F0642F">
    <w:pPr>
      <w:rPr>
        <w:lang w:val="ro-RO"/>
      </w:rPr>
    </w:pPr>
    <w:r>
      <w:tab/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1143000</wp:posOffset>
          </wp:positionH>
          <wp:positionV relativeFrom="paragraph">
            <wp:posOffset>-9525</wp:posOffset>
          </wp:positionV>
          <wp:extent cx="457200" cy="432435"/>
          <wp:effectExtent l="19050" t="0" r="0" b="0"/>
          <wp:wrapTight wrapText="bothSides">
            <wp:wrapPolygon edited="0">
              <wp:start x="-900" y="0"/>
              <wp:lineTo x="-900" y="20934"/>
              <wp:lineTo x="21600" y="20934"/>
              <wp:lineTo x="21600" y="0"/>
              <wp:lineTo x="-900" y="0"/>
            </wp:wrapPolygon>
          </wp:wrapTight>
          <wp:docPr id="1" name="Picture 1" descr="Fav_of_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av_of_2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32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0642F">
      <w:t xml:space="preserve">                                                </w:t>
    </w:r>
    <w:r w:rsidR="008B4172">
      <w:t xml:space="preserve">    </w:t>
    </w:r>
    <w:hyperlink r:id="rId2" w:history="1">
      <w:r w:rsidRPr="00B05D33">
        <w:rPr>
          <w:rStyle w:val="Hyperlink"/>
          <w:lang w:val="ro-RO"/>
        </w:rPr>
        <w:t>www.oficial.ro</w:t>
      </w:r>
    </w:hyperlink>
    <w:r>
      <w:rPr>
        <w:lang w:val="ro-RO"/>
      </w:rPr>
      <w:t xml:space="preserve"> formulare  acte</w:t>
    </w:r>
    <w:r w:rsidR="00F0642F">
      <w:rPr>
        <w:lang w:val="ro-RO"/>
      </w:rPr>
      <w:t xml:space="preserve">     </w:t>
    </w:r>
    <w:sdt>
      <w:sdtPr>
        <w:id w:val="250395305"/>
        <w:docPartObj>
          <w:docPartGallery w:val="Page Numbers (Top of Page)"/>
          <w:docPartUnique/>
        </w:docPartObj>
      </w:sdtPr>
      <w:sdtContent>
        <w:r w:rsidR="00F0642F">
          <w:t xml:space="preserve">                          Pag. </w:t>
        </w:r>
        <w:fldSimple w:instr=" PAGE ">
          <w:r w:rsidR="009B6AD7">
            <w:rPr>
              <w:noProof/>
            </w:rPr>
            <w:t>1</w:t>
          </w:r>
        </w:fldSimple>
        <w:r w:rsidR="00F0642F">
          <w:t xml:space="preserve"> din </w:t>
        </w:r>
        <w:fldSimple w:instr=" NUMPAGES  ">
          <w:r w:rsidR="009B6AD7">
            <w:rPr>
              <w:noProof/>
            </w:rPr>
            <w:t>3</w:t>
          </w:r>
        </w:fldSimple>
      </w:sdtContent>
    </w:sdt>
    <w:r>
      <w:rPr>
        <w:lang w:val="ro-RO"/>
      </w:rPr>
      <w:tab/>
    </w:r>
  </w:p>
  <w:p w:rsidR="001B2565" w:rsidRDefault="001B2565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7C6" w:rsidRDefault="00AF67C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5E1C" w:rsidRDefault="00375E1C" w:rsidP="00021277">
      <w:pPr>
        <w:spacing w:after="0" w:line="240" w:lineRule="auto"/>
      </w:pPr>
      <w:r>
        <w:separator/>
      </w:r>
    </w:p>
  </w:footnote>
  <w:footnote w:type="continuationSeparator" w:id="0">
    <w:p w:rsidR="00375E1C" w:rsidRDefault="00375E1C" w:rsidP="00021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7C6" w:rsidRDefault="00AF67C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7C6" w:rsidRDefault="00AF67C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7C6" w:rsidRDefault="00AF67C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E6CA9"/>
    <w:multiLevelType w:val="hybridMultilevel"/>
    <w:tmpl w:val="DACEB7CE"/>
    <w:lvl w:ilvl="0" w:tplc="332ED8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775103"/>
    <w:multiLevelType w:val="hybridMultilevel"/>
    <w:tmpl w:val="71BCC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EE5922"/>
    <w:multiLevelType w:val="multilevel"/>
    <w:tmpl w:val="A64E7D54"/>
    <w:lvl w:ilvl="0">
      <w:start w:val="1"/>
      <w:numFmt w:val="none"/>
      <w:pStyle w:val="Heading1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%2%1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375E1C"/>
    <w:rsid w:val="00017707"/>
    <w:rsid w:val="00021277"/>
    <w:rsid w:val="00054FBF"/>
    <w:rsid w:val="000851D0"/>
    <w:rsid w:val="00096E10"/>
    <w:rsid w:val="000A0229"/>
    <w:rsid w:val="000B1264"/>
    <w:rsid w:val="000C06B6"/>
    <w:rsid w:val="000D2CBF"/>
    <w:rsid w:val="0010367B"/>
    <w:rsid w:val="00146E2A"/>
    <w:rsid w:val="00166921"/>
    <w:rsid w:val="00175196"/>
    <w:rsid w:val="001B2565"/>
    <w:rsid w:val="001D42FB"/>
    <w:rsid w:val="001E5E11"/>
    <w:rsid w:val="001E777D"/>
    <w:rsid w:val="001F09C6"/>
    <w:rsid w:val="00223664"/>
    <w:rsid w:val="002448A3"/>
    <w:rsid w:val="002538C4"/>
    <w:rsid w:val="00254B08"/>
    <w:rsid w:val="002A2E3E"/>
    <w:rsid w:val="002C39B6"/>
    <w:rsid w:val="002E22A7"/>
    <w:rsid w:val="002F3FE1"/>
    <w:rsid w:val="00301EF7"/>
    <w:rsid w:val="00312990"/>
    <w:rsid w:val="00320077"/>
    <w:rsid w:val="00325C41"/>
    <w:rsid w:val="003509AA"/>
    <w:rsid w:val="00353D54"/>
    <w:rsid w:val="003556A5"/>
    <w:rsid w:val="00375B42"/>
    <w:rsid w:val="00375E1C"/>
    <w:rsid w:val="003A516C"/>
    <w:rsid w:val="003B0821"/>
    <w:rsid w:val="003C1D2F"/>
    <w:rsid w:val="003C7172"/>
    <w:rsid w:val="003E6204"/>
    <w:rsid w:val="003E6D83"/>
    <w:rsid w:val="003F1F37"/>
    <w:rsid w:val="003F2CC1"/>
    <w:rsid w:val="0040590E"/>
    <w:rsid w:val="00417A3B"/>
    <w:rsid w:val="00424BE4"/>
    <w:rsid w:val="004333EC"/>
    <w:rsid w:val="00437721"/>
    <w:rsid w:val="00453713"/>
    <w:rsid w:val="0046329F"/>
    <w:rsid w:val="00466BBC"/>
    <w:rsid w:val="004766D2"/>
    <w:rsid w:val="004D5DBD"/>
    <w:rsid w:val="004E24D1"/>
    <w:rsid w:val="004F402C"/>
    <w:rsid w:val="00504346"/>
    <w:rsid w:val="00516A9C"/>
    <w:rsid w:val="0053027B"/>
    <w:rsid w:val="00545C16"/>
    <w:rsid w:val="00547658"/>
    <w:rsid w:val="005539B2"/>
    <w:rsid w:val="0057280A"/>
    <w:rsid w:val="00580595"/>
    <w:rsid w:val="00596EA3"/>
    <w:rsid w:val="005B44BD"/>
    <w:rsid w:val="005C01E1"/>
    <w:rsid w:val="005E711E"/>
    <w:rsid w:val="005F4FE1"/>
    <w:rsid w:val="005F524F"/>
    <w:rsid w:val="00607AA0"/>
    <w:rsid w:val="00682A84"/>
    <w:rsid w:val="006B0A45"/>
    <w:rsid w:val="006D4C11"/>
    <w:rsid w:val="00747217"/>
    <w:rsid w:val="00750639"/>
    <w:rsid w:val="007A79B4"/>
    <w:rsid w:val="007C24C5"/>
    <w:rsid w:val="00803803"/>
    <w:rsid w:val="00816A69"/>
    <w:rsid w:val="00843E46"/>
    <w:rsid w:val="008440BB"/>
    <w:rsid w:val="008441D5"/>
    <w:rsid w:val="00846505"/>
    <w:rsid w:val="00865D36"/>
    <w:rsid w:val="00870E6E"/>
    <w:rsid w:val="00873E9C"/>
    <w:rsid w:val="008952FD"/>
    <w:rsid w:val="00895756"/>
    <w:rsid w:val="008B4172"/>
    <w:rsid w:val="008B48A7"/>
    <w:rsid w:val="008C4C47"/>
    <w:rsid w:val="008E23A0"/>
    <w:rsid w:val="0092505E"/>
    <w:rsid w:val="00961C08"/>
    <w:rsid w:val="00964BBC"/>
    <w:rsid w:val="00970F4F"/>
    <w:rsid w:val="00993B3E"/>
    <w:rsid w:val="009B34D6"/>
    <w:rsid w:val="009B4ACE"/>
    <w:rsid w:val="009B57BF"/>
    <w:rsid w:val="009B6AD7"/>
    <w:rsid w:val="009C433F"/>
    <w:rsid w:val="009C701C"/>
    <w:rsid w:val="009D2776"/>
    <w:rsid w:val="009D32EE"/>
    <w:rsid w:val="009D5DF5"/>
    <w:rsid w:val="009F7152"/>
    <w:rsid w:val="00A103EA"/>
    <w:rsid w:val="00A56ADB"/>
    <w:rsid w:val="00A83C63"/>
    <w:rsid w:val="00A878C3"/>
    <w:rsid w:val="00AB09BA"/>
    <w:rsid w:val="00AB4DB9"/>
    <w:rsid w:val="00AC42F3"/>
    <w:rsid w:val="00AE2FBD"/>
    <w:rsid w:val="00AF493E"/>
    <w:rsid w:val="00AF67C6"/>
    <w:rsid w:val="00B14F92"/>
    <w:rsid w:val="00B21F2B"/>
    <w:rsid w:val="00B400C3"/>
    <w:rsid w:val="00B428F6"/>
    <w:rsid w:val="00B617B9"/>
    <w:rsid w:val="00B61B8F"/>
    <w:rsid w:val="00B84844"/>
    <w:rsid w:val="00BB2ABE"/>
    <w:rsid w:val="00BB39DE"/>
    <w:rsid w:val="00BB71A2"/>
    <w:rsid w:val="00BE7BBC"/>
    <w:rsid w:val="00C13B18"/>
    <w:rsid w:val="00C33F8E"/>
    <w:rsid w:val="00C35222"/>
    <w:rsid w:val="00C37803"/>
    <w:rsid w:val="00C542E9"/>
    <w:rsid w:val="00C9705A"/>
    <w:rsid w:val="00CA6313"/>
    <w:rsid w:val="00D0016F"/>
    <w:rsid w:val="00D150F6"/>
    <w:rsid w:val="00D24048"/>
    <w:rsid w:val="00D25889"/>
    <w:rsid w:val="00D26D50"/>
    <w:rsid w:val="00D619A1"/>
    <w:rsid w:val="00D8138E"/>
    <w:rsid w:val="00D90BA8"/>
    <w:rsid w:val="00DE0788"/>
    <w:rsid w:val="00E0224C"/>
    <w:rsid w:val="00E168F7"/>
    <w:rsid w:val="00E24D08"/>
    <w:rsid w:val="00E71FA4"/>
    <w:rsid w:val="00E7407A"/>
    <w:rsid w:val="00E910EB"/>
    <w:rsid w:val="00E93C23"/>
    <w:rsid w:val="00EB3DDF"/>
    <w:rsid w:val="00EF0A2B"/>
    <w:rsid w:val="00EF1D97"/>
    <w:rsid w:val="00EF6984"/>
    <w:rsid w:val="00F03FF2"/>
    <w:rsid w:val="00F0642F"/>
    <w:rsid w:val="00F10FFE"/>
    <w:rsid w:val="00FA2A72"/>
    <w:rsid w:val="00FA5DA4"/>
    <w:rsid w:val="00FA751A"/>
    <w:rsid w:val="00FC0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713"/>
  </w:style>
  <w:style w:type="paragraph" w:styleId="Heading1">
    <w:name w:val="heading 1"/>
    <w:basedOn w:val="Normal"/>
    <w:next w:val="Normal"/>
    <w:link w:val="Heading1Char"/>
    <w:uiPriority w:val="9"/>
    <w:qFormat/>
    <w:rsid w:val="00453713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6A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B6AD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B6AD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371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371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371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371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37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37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537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5371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45371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371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371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371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371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37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0212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1277"/>
  </w:style>
  <w:style w:type="paragraph" w:styleId="Footer">
    <w:name w:val="footer"/>
    <w:basedOn w:val="Normal"/>
    <w:link w:val="FooterChar"/>
    <w:uiPriority w:val="99"/>
    <w:unhideWhenUsed/>
    <w:rsid w:val="000212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1277"/>
  </w:style>
  <w:style w:type="character" w:styleId="Hyperlink">
    <w:name w:val="Hyperlink"/>
    <w:basedOn w:val="DefaultParagraphFont"/>
    <w:rsid w:val="0002127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B6A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ficial.ro/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\AppData\Roaming\Microsoft\Templates\Oficial%20W2007_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Oficial W2007_4.dotx</Template>
  <TotalTime>8</TotalTime>
  <Pages>3</Pages>
  <Words>316</Words>
  <Characters>1806</Characters>
  <Application>Microsoft Office Word</Application>
  <DocSecurity>0</DocSecurity>
  <Lines>15</Lines>
  <Paragraphs>4</Paragraphs>
  <ScaleCrop>false</ScaleCrop>
  <Company/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us</cp:lastModifiedBy>
  <cp:revision>1</cp:revision>
  <dcterms:created xsi:type="dcterms:W3CDTF">2013-05-17T08:21:00Z</dcterms:created>
  <dcterms:modified xsi:type="dcterms:W3CDTF">2013-05-17T08:29:00Z</dcterms:modified>
</cp:coreProperties>
</file>